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E5622B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Developing Resilience and Self-Esteem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A32EA8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E5622B">
              <w:rPr>
                <w:rFonts w:ascii="Arial" w:hAnsi="Arial" w:cs="Arial"/>
                <w:sz w:val="22"/>
              </w:rPr>
              <w:t>5</w:t>
            </w:r>
            <w:r w:rsidR="007E7285">
              <w:rPr>
                <w:rFonts w:ascii="Arial" w:hAnsi="Arial" w:cs="Arial"/>
                <w:sz w:val="22"/>
              </w:rPr>
              <w:t xml:space="preserve"> </w:t>
            </w:r>
            <w:r w:rsidR="00A32EA8">
              <w:rPr>
                <w:rFonts w:ascii="Arial" w:hAnsi="Arial" w:cs="Arial"/>
                <w:sz w:val="22"/>
              </w:rPr>
              <w:t>of 7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E5622B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Resilience – Coping with failure or disappointment 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E5622B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know why it can be important to fail and how to cope with it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Default="00B145A9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Resilience – coping with failure or disappointment Teacher PowerPoint</w:t>
            </w:r>
          </w:p>
          <w:p w:rsidR="00E5622B" w:rsidRDefault="00E5622B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YouTube Clip – Famous Failures </w:t>
            </w:r>
          </w:p>
          <w:p w:rsidR="00E5622B" w:rsidRDefault="00E5622B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Famous Failures Sheet</w:t>
            </w:r>
          </w:p>
          <w:p w:rsidR="00E5622B" w:rsidRPr="00794D11" w:rsidRDefault="00E5622B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 Failure Case Studies 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07164" w:rsidRPr="00794D11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brainstorm words for failure (slang acceptable but not swear</w:t>
            </w:r>
            <w:r w:rsidR="00B145A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words)</w:t>
            </w:r>
          </w:p>
        </w:tc>
        <w:tc>
          <w:tcPr>
            <w:tcW w:w="4536" w:type="dxa"/>
            <w:vAlign w:val="center"/>
          </w:tcPr>
          <w:p w:rsidR="00D07164" w:rsidRPr="00794D11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Range of negative associations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E5622B" w:rsidRPr="00794D11" w:rsidTr="008E2DD2">
        <w:tc>
          <w:tcPr>
            <w:tcW w:w="1242" w:type="dxa"/>
            <w:vAlign w:val="center"/>
          </w:tcPr>
          <w:p w:rsidR="00E5622B" w:rsidRPr="00794D11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E5622B" w:rsidRPr="00794D11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Watch video of Famous Failures storing names in the Famous Failures sheet</w:t>
            </w:r>
          </w:p>
        </w:tc>
        <w:tc>
          <w:tcPr>
            <w:tcW w:w="4536" w:type="dxa"/>
            <w:vMerge w:val="restart"/>
            <w:vAlign w:val="center"/>
          </w:tcPr>
          <w:p w:rsidR="00E5622B" w:rsidRPr="00794D11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Understanding that failure is not unusual and that even very successful people experienced setbacks</w:t>
            </w:r>
          </w:p>
        </w:tc>
        <w:tc>
          <w:tcPr>
            <w:tcW w:w="2835" w:type="dxa"/>
            <w:vMerge w:val="restart"/>
            <w:vAlign w:val="center"/>
          </w:tcPr>
          <w:p w:rsidR="00E5622B" w:rsidRPr="00794D11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Most students will recognise some of these individuals.  </w:t>
            </w:r>
          </w:p>
        </w:tc>
      </w:tr>
      <w:tr w:rsidR="00E5622B" w:rsidRPr="00794D11" w:rsidTr="008E2DD2">
        <w:tc>
          <w:tcPr>
            <w:tcW w:w="1242" w:type="dxa"/>
            <w:vAlign w:val="center"/>
          </w:tcPr>
          <w:p w:rsidR="00E5622B" w:rsidRPr="00794D11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E5622B" w:rsidRPr="00787EEB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Class Discussion: What shocked them about Famous Failures? What is the message of the clip? </w:t>
            </w:r>
          </w:p>
        </w:tc>
        <w:tc>
          <w:tcPr>
            <w:tcW w:w="4536" w:type="dxa"/>
            <w:vMerge/>
            <w:vAlign w:val="center"/>
          </w:tcPr>
          <w:p w:rsidR="00E5622B" w:rsidRPr="00787EEB" w:rsidRDefault="00E5622B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5622B" w:rsidRPr="00794D11" w:rsidRDefault="00E5622B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787EEB" w:rsidRPr="00794D11" w:rsidTr="008E2DD2">
        <w:tc>
          <w:tcPr>
            <w:tcW w:w="1242" w:type="dxa"/>
            <w:vAlign w:val="center"/>
          </w:tcPr>
          <w:p w:rsidR="00787EEB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5-10 Mins</w:t>
            </w:r>
          </w:p>
        </w:tc>
        <w:tc>
          <w:tcPr>
            <w:tcW w:w="6237" w:type="dxa"/>
            <w:vAlign w:val="center"/>
          </w:tcPr>
          <w:p w:rsidR="00787EEB" w:rsidRPr="008B53A3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Input: How do you turn failure into success? </w:t>
            </w:r>
          </w:p>
        </w:tc>
        <w:tc>
          <w:tcPr>
            <w:tcW w:w="4536" w:type="dxa"/>
            <w:vAlign w:val="center"/>
          </w:tcPr>
          <w:p w:rsidR="00787EEB" w:rsidRPr="00787EEB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787EEB" w:rsidRPr="00794D11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8B53A3" w:rsidRPr="00794D11" w:rsidTr="008E2DD2">
        <w:tc>
          <w:tcPr>
            <w:tcW w:w="1242" w:type="dxa"/>
            <w:vAlign w:val="center"/>
          </w:tcPr>
          <w:p w:rsidR="008B53A3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20-25 Mins</w:t>
            </w:r>
          </w:p>
        </w:tc>
        <w:tc>
          <w:tcPr>
            <w:tcW w:w="6237" w:type="dxa"/>
            <w:vAlign w:val="center"/>
          </w:tcPr>
          <w:p w:rsidR="008B53A3" w:rsidRPr="008B53A3" w:rsidRDefault="00E5622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take on the role of a motivational speaker and write a speech targeting a student who feels that they have failed (case studies available).  </w:t>
            </w:r>
          </w:p>
        </w:tc>
        <w:tc>
          <w:tcPr>
            <w:tcW w:w="4536" w:type="dxa"/>
            <w:vAlign w:val="center"/>
          </w:tcPr>
          <w:p w:rsidR="008B53A3" w:rsidRDefault="00923BE7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Application of case studies to real-life experiences</w:t>
            </w:r>
          </w:p>
          <w:p w:rsidR="00923BE7" w:rsidRDefault="00923BE7" w:rsidP="008E2DD2">
            <w:pPr>
              <w:rPr>
                <w:rFonts w:ascii="Arial" w:hAnsi="Arial" w:cs="Arial"/>
                <w:sz w:val="22"/>
              </w:rPr>
            </w:pPr>
          </w:p>
          <w:p w:rsidR="00923BE7" w:rsidRDefault="00923BE7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De-personalised advice </w:t>
            </w:r>
          </w:p>
        </w:tc>
        <w:tc>
          <w:tcPr>
            <w:tcW w:w="2835" w:type="dxa"/>
            <w:vAlign w:val="center"/>
          </w:tcPr>
          <w:p w:rsidR="008B53A3" w:rsidRPr="008B53A3" w:rsidRDefault="00923BE7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More able students should be encouraged to use a range of persuasive devices in their work </w:t>
            </w:r>
          </w:p>
        </w:tc>
      </w:tr>
      <w:tr w:rsidR="008B53A3" w:rsidRPr="00794D11" w:rsidTr="008E2DD2">
        <w:tc>
          <w:tcPr>
            <w:tcW w:w="1242" w:type="dxa"/>
            <w:vAlign w:val="center"/>
          </w:tcPr>
          <w:p w:rsidR="008B53A3" w:rsidRDefault="00923BE7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8B53A3" w:rsidRDefault="00923BE7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Hear a selection of the speeches (students identify www/</w:t>
            </w:r>
            <w:proofErr w:type="spellStart"/>
            <w:r>
              <w:rPr>
                <w:rFonts w:ascii="Arial" w:hAnsi="Arial" w:cs="Arial"/>
                <w:sz w:val="22"/>
              </w:rPr>
              <w:t>ebi</w:t>
            </w:r>
            <w:proofErr w:type="spellEnd"/>
            <w:r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4536" w:type="dxa"/>
            <w:vAlign w:val="center"/>
          </w:tcPr>
          <w:p w:rsidR="008B53A3" w:rsidRDefault="008B53A3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8B53A3" w:rsidRPr="008B53A3" w:rsidRDefault="008B53A3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p w:rsidR="00D07164" w:rsidRDefault="00D07164" w:rsidP="00D07164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923BE7" w:rsidRPr="00923BE7" w:rsidRDefault="00923BE7" w:rsidP="00D0716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Case studies can be amended to suit the individuals in the class.  </w:t>
      </w:r>
    </w:p>
    <w:p w:rsidR="00EE1E9D" w:rsidRPr="00794D11" w:rsidRDefault="00EE1E9D">
      <w:pPr>
        <w:rPr>
          <w:rFonts w:ascii="Arial" w:hAnsi="Arial" w:cs="Arial"/>
          <w:sz w:val="22"/>
        </w:rPr>
      </w:pPr>
      <w:bookmarkStart w:id="0" w:name="_GoBack"/>
      <w:bookmarkEnd w:id="0"/>
    </w:p>
    <w:sectPr w:rsidR="00EE1E9D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22B" w:rsidRDefault="00E5622B" w:rsidP="00D07164">
      <w:pPr>
        <w:spacing w:after="0" w:line="240" w:lineRule="auto"/>
      </w:pPr>
      <w:r>
        <w:separator/>
      </w:r>
    </w:p>
  </w:endnote>
  <w:endnote w:type="continuationSeparator" w:id="0">
    <w:p w:rsidR="00E5622B" w:rsidRDefault="00E5622B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2B5" w:rsidRPr="00346489" w:rsidRDefault="00346489">
    <w:pPr>
      <w:pStyle w:val="Footer"/>
      <w:rPr>
        <w:rFonts w:ascii="Arial" w:hAnsi="Arial" w:cs="Arial"/>
        <w:sz w:val="28"/>
      </w:rPr>
    </w:pPr>
    <w:r w:rsidRPr="00346489">
      <w:rPr>
        <w:sz w:val="28"/>
      </w:rPr>
      <w:br/>
    </w:r>
    <w:r w:rsidRPr="00346489"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 w:rsidRPr="00346489"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 w:rsidRPr="00346489"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22B" w:rsidRDefault="00E5622B" w:rsidP="00D07164">
      <w:pPr>
        <w:spacing w:after="0" w:line="240" w:lineRule="auto"/>
      </w:pPr>
      <w:r>
        <w:separator/>
      </w:r>
    </w:p>
  </w:footnote>
  <w:footnote w:type="continuationSeparator" w:id="0">
    <w:p w:rsidR="00E5622B" w:rsidRDefault="00E5622B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2B"/>
    <w:rsid w:val="00000F70"/>
    <w:rsid w:val="000262B5"/>
    <w:rsid w:val="00187174"/>
    <w:rsid w:val="00316C77"/>
    <w:rsid w:val="003234BD"/>
    <w:rsid w:val="00346489"/>
    <w:rsid w:val="00370853"/>
    <w:rsid w:val="003C7047"/>
    <w:rsid w:val="0042241F"/>
    <w:rsid w:val="007061E6"/>
    <w:rsid w:val="00761FCE"/>
    <w:rsid w:val="00782A45"/>
    <w:rsid w:val="00787EEB"/>
    <w:rsid w:val="00794D11"/>
    <w:rsid w:val="007E7285"/>
    <w:rsid w:val="008B4769"/>
    <w:rsid w:val="008B53A3"/>
    <w:rsid w:val="008C459D"/>
    <w:rsid w:val="008E2DD2"/>
    <w:rsid w:val="00923BE7"/>
    <w:rsid w:val="009307CC"/>
    <w:rsid w:val="00953CE6"/>
    <w:rsid w:val="009B4BE8"/>
    <w:rsid w:val="009C1174"/>
    <w:rsid w:val="00A32EA8"/>
    <w:rsid w:val="00B145A9"/>
    <w:rsid w:val="00B62EC9"/>
    <w:rsid w:val="00B916B2"/>
    <w:rsid w:val="00D07164"/>
    <w:rsid w:val="00DB0029"/>
    <w:rsid w:val="00DB773A"/>
    <w:rsid w:val="00E14805"/>
    <w:rsid w:val="00E17BD6"/>
    <w:rsid w:val="00E5622B"/>
    <w:rsid w:val="00EE1E9D"/>
    <w:rsid w:val="00F34D0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storal\Stepping%20Stones\Toolkit\Generics\Individual%20Lesson%20Plan%20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8F832-B314-439F-99CC-F81FC8F7D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Individual Lesson Plan v2</Template>
  <TotalTime>14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2017-10-09T15:23:00Z</cp:lastPrinted>
  <dcterms:created xsi:type="dcterms:W3CDTF">2018-01-12T14:38:00Z</dcterms:created>
  <dcterms:modified xsi:type="dcterms:W3CDTF">2018-01-25T11:16:00Z</dcterms:modified>
</cp:coreProperties>
</file>